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3A" w:rsidRDefault="00F00C3A" w:rsidP="0010496F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b/>
          <w:bCs/>
          <w:color w:val="5A5A5A"/>
          <w:kern w:val="36"/>
          <w:sz w:val="36"/>
          <w:szCs w:val="36"/>
          <w:lang w:eastAsia="it-IT"/>
        </w:rPr>
      </w:pPr>
      <w:r w:rsidRPr="0010496F">
        <w:rPr>
          <w:rFonts w:ascii="Arial" w:hAnsi="Arial" w:cs="Arial"/>
          <w:b/>
          <w:bCs/>
          <w:color w:val="5A5A5A"/>
          <w:kern w:val="36"/>
          <w:sz w:val="36"/>
          <w:szCs w:val="36"/>
          <w:lang w:eastAsia="it-IT"/>
        </w:rPr>
        <w:t>PERSONAL TRAINER</w:t>
      </w: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</w:pPr>
      <w:r w:rsidRPr="0010496F">
        <w:rPr>
          <w:rFonts w:ascii="Times New Roman" w:hAnsi="Times New Roman"/>
          <w:sz w:val="24"/>
          <w:szCs w:val="24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 xml:space="preserve">Curves torino, palestra per sole donne ricerca istruttrici da inserire nel proprio organico nelle tre sedi di Corso Racconigi, Via Luini e Collegno Fermi. Si ricercano persone con formazione in ambito sportivo, dinamiche e disponibili tutti i giorni con part time di 4 h con turni 8-12 o 16-20:30. Verrà svolta formazione gratuita di 15 giorni nei quali verranno selezionati i soggetti idonei. </w:t>
      </w: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 xml:space="preserve">Allegare cv con foto e disponibilità oraria al link: </w:t>
      </w:r>
      <w:hyperlink r:id="rId6" w:history="1">
        <w:r w:rsidRPr="005E57B2">
          <w:rPr>
            <w:rStyle w:val="Hyperlink"/>
            <w:rFonts w:ascii="Arial" w:hAnsi="Arial" w:cs="Arial"/>
            <w:color w:val="auto"/>
            <w:sz w:val="28"/>
            <w:szCs w:val="28"/>
            <w:shd w:val="clear" w:color="auto" w:fill="FFFFFF"/>
            <w:lang w:eastAsia="it-IT"/>
          </w:rPr>
          <w:t>https://www.subito.it/offerte-lavoro/personal-trainer-torino-284997461.htm</w:t>
        </w:r>
      </w:hyperlink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</w:p>
    <w:p w:rsidR="00F00C3A" w:rsidRDefault="00F00C3A" w:rsidP="0010496F">
      <w:pPr>
        <w:shd w:val="clear" w:color="auto" w:fill="FFFFFF"/>
        <w:spacing w:after="0" w:line="240" w:lineRule="auto"/>
        <w:textAlignment w:val="baseline"/>
        <w:rPr>
          <w:rFonts w:ascii="Helvetica" w:hAnsi="Helvetica"/>
          <w:color w:val="969696"/>
          <w:sz w:val="28"/>
          <w:szCs w:val="28"/>
          <w:lang w:eastAsia="it-IT"/>
        </w:rPr>
      </w:pPr>
      <w:r w:rsidRPr="005E57B2">
        <w:rPr>
          <w:rFonts w:ascii="Arial" w:hAnsi="Arial" w:cs="Arial"/>
          <w:color w:val="969696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</w:t>
      </w:r>
      <w:r w:rsidRPr="005E57B2">
        <w:rPr>
          <w:rFonts w:ascii="Helvetica" w:hAnsi="Helvetica"/>
          <w:color w:val="969696"/>
          <w:sz w:val="28"/>
          <w:szCs w:val="28"/>
          <w:lang w:eastAsia="it-IT"/>
        </w:rPr>
        <w:t>.</w:t>
      </w:r>
    </w:p>
    <w:p w:rsidR="00F00C3A" w:rsidRDefault="00F00C3A" w:rsidP="0010496F">
      <w:pPr>
        <w:pBdr>
          <w:bottom w:val="single" w:sz="12" w:space="1" w:color="auto"/>
        </w:pBdr>
        <w:shd w:val="clear" w:color="auto" w:fill="FFFFFF"/>
        <w:spacing w:after="0" w:line="240" w:lineRule="auto"/>
        <w:textAlignment w:val="baseline"/>
        <w:rPr>
          <w:rFonts w:ascii="Helvetica" w:hAnsi="Helvetica"/>
          <w:color w:val="969696"/>
          <w:sz w:val="28"/>
          <w:szCs w:val="28"/>
          <w:lang w:eastAsia="it-IT"/>
        </w:rPr>
      </w:pPr>
    </w:p>
    <w:p w:rsidR="00F00C3A" w:rsidRDefault="00F00C3A" w:rsidP="0010496F">
      <w:pPr>
        <w:shd w:val="clear" w:color="auto" w:fill="FFFFFF"/>
        <w:spacing w:after="0" w:line="240" w:lineRule="auto"/>
        <w:textAlignment w:val="baseline"/>
        <w:rPr>
          <w:rFonts w:ascii="Helvetica" w:hAnsi="Helvetica"/>
          <w:color w:val="969696"/>
          <w:sz w:val="28"/>
          <w:szCs w:val="28"/>
          <w:lang w:eastAsia="it-IT"/>
        </w:rPr>
      </w:pPr>
    </w:p>
    <w:p w:rsidR="00F00C3A" w:rsidRPr="0010496F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A5A5A"/>
          <w:sz w:val="36"/>
          <w:szCs w:val="36"/>
        </w:rPr>
      </w:pPr>
      <w:r w:rsidRPr="0010496F">
        <w:rPr>
          <w:rFonts w:ascii="Arial" w:hAnsi="Arial" w:cs="Arial"/>
          <w:color w:val="5A5A5A"/>
          <w:sz w:val="36"/>
          <w:szCs w:val="36"/>
        </w:rPr>
        <w:t>ADD. CAFFETTERIA</w:t>
      </w:r>
    </w:p>
    <w:p w:rsidR="00F00C3A" w:rsidRDefault="00F00C3A"/>
    <w:p w:rsidR="00F00C3A" w:rsidRPr="005E57B2" w:rsidRDefault="00F00C3A" w:rsidP="005E57B2">
      <w:pPr>
        <w:spacing w:after="0" w:line="240" w:lineRule="auto"/>
        <w:rPr>
          <w:rFonts w:ascii="Arial" w:hAnsi="Arial" w:cs="Arial"/>
          <w:color w:val="5A5A5A"/>
          <w:sz w:val="28"/>
          <w:szCs w:val="28"/>
          <w:lang w:eastAsia="it-IT"/>
        </w:rPr>
      </w:pP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TEMPORARY SPA AGENZIA PER IL LAVORO, FILIALE DI TORINO, RICERCA PER IMPORTANTE AZIENDA CLIENTE: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ADD. CAFFETTERIA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Requisiti richiesti: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- Disponibilità al lavoro su turni nella fascia oraria fra le 08:00 e le 22:00, dal lunedì alla domenica, compresi festivi;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- Disponibilità a contratto part time 20/24 h settimanali;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- Automuniti.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</w:p>
    <w:p w:rsidR="00F00C3A" w:rsidRPr="005E57B2" w:rsidRDefault="00F00C3A" w:rsidP="005E57B2">
      <w:pPr>
        <w:spacing w:after="0" w:line="240" w:lineRule="auto"/>
        <w:rPr>
          <w:rFonts w:ascii="Arial" w:hAnsi="Arial" w:cs="Arial"/>
          <w:color w:val="5A5A5A"/>
          <w:sz w:val="28"/>
          <w:szCs w:val="28"/>
          <w:lang w:eastAsia="it-IT"/>
        </w:rPr>
      </w:pP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Completano il profilo flessibilità oraria, massima serietà e professionalità.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Per candidarsi più rapidamente, gli interessati possono iscriversi al sito www.temporary.it e caricare il proprio cv direttamente, rilasciando specifico consenso all'utilizzo dei dati personali ai sensi del Regolamento UE 2016/679.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Gli annunci si rivolgono a candidati dell'uno o dell'altro sesso (art. 27, comma 5, D.lgs 198/06). </w:t>
      </w:r>
      <w:r w:rsidRPr="005E57B2">
        <w:rPr>
          <w:rFonts w:ascii="Arial" w:hAnsi="Arial" w:cs="Arial"/>
          <w:color w:val="5A5A5A"/>
          <w:sz w:val="28"/>
          <w:szCs w:val="28"/>
          <w:lang w:eastAsia="it-IT"/>
        </w:rPr>
        <w:br/>
      </w: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Agenzia per il lavoro Aut. Min. 1107-SG del 06/11/2004</w:t>
      </w: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.</w:t>
      </w:r>
    </w:p>
    <w:p w:rsidR="00F00C3A" w:rsidRPr="005E57B2" w:rsidRDefault="00F00C3A" w:rsidP="0010496F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28"/>
          <w:szCs w:val="28"/>
          <w:lang w:eastAsia="it-IT"/>
        </w:rPr>
      </w:pPr>
      <w:r w:rsidRPr="005E57B2">
        <w:rPr>
          <w:rFonts w:ascii="Arial" w:hAnsi="Arial" w:cs="Arial"/>
          <w:color w:val="969696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F00C3A" w:rsidRPr="005E57B2" w:rsidRDefault="00F00C3A">
      <w:pPr>
        <w:rPr>
          <w:rFonts w:ascii="Arial" w:hAnsi="Arial" w:cs="Arial"/>
        </w:rPr>
      </w:pPr>
    </w:p>
    <w:p w:rsidR="00F00C3A" w:rsidRPr="005E57B2" w:rsidRDefault="00F00C3A">
      <w:pPr>
        <w:rPr>
          <w:rFonts w:ascii="Arial" w:hAnsi="Arial" w:cs="Arial"/>
        </w:rPr>
      </w:pPr>
    </w:p>
    <w:p w:rsidR="00F00C3A" w:rsidRPr="00E33129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2"/>
          <w:szCs w:val="32"/>
        </w:rPr>
      </w:pPr>
      <w:r w:rsidRPr="00E33129">
        <w:rPr>
          <w:rFonts w:ascii="Arial" w:hAnsi="Arial" w:cs="Arial"/>
          <w:sz w:val="32"/>
          <w:szCs w:val="32"/>
        </w:rPr>
        <w:t>ADDETTO VENDITA TORINO</w:t>
      </w:r>
    </w:p>
    <w:p w:rsidR="00F00C3A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A5A5A"/>
          <w:sz w:val="32"/>
          <w:szCs w:val="32"/>
        </w:rPr>
      </w:pPr>
    </w:p>
    <w:p w:rsidR="00F00C3A" w:rsidRPr="005E57B2" w:rsidRDefault="00F00C3A" w:rsidP="005E57B2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Selezioniamo per i punti vendita dei centri commerciali a TORINO, personale serio e motivato da inserire presso il punto vendita di elettronica. </w:t>
      </w:r>
      <w:r w:rsidRPr="005E57B2">
        <w:rPr>
          <w:rFonts w:ascii="Arial" w:hAnsi="Arial" w:cs="Arial"/>
          <w:sz w:val="28"/>
          <w:szCs w:val="28"/>
          <w:lang w:eastAsia="it-IT"/>
        </w:rPr>
        <w:br/>
      </w: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La posizione aperta è come addetto vendita nel reparto telefonia. </w:t>
      </w:r>
      <w:r w:rsidRPr="005E57B2">
        <w:rPr>
          <w:rFonts w:ascii="Arial" w:hAnsi="Arial" w:cs="Arial"/>
          <w:sz w:val="28"/>
          <w:szCs w:val="28"/>
          <w:lang w:eastAsia="it-IT"/>
        </w:rPr>
        <w:br/>
      </w: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Fisso mensile più provvigioni adeguate all'impegno con regolare contratto di assunzione. </w:t>
      </w:r>
      <w:r w:rsidRPr="005E57B2">
        <w:rPr>
          <w:rFonts w:ascii="Arial" w:hAnsi="Arial" w:cs="Arial"/>
          <w:sz w:val="28"/>
          <w:szCs w:val="28"/>
          <w:lang w:eastAsia="it-IT"/>
        </w:rPr>
        <w:br/>
      </w: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Formazione ed inserimento immediato nel punto vendita di interesse. </w:t>
      </w:r>
      <w:r w:rsidRPr="005E57B2">
        <w:rPr>
          <w:rFonts w:ascii="Arial" w:hAnsi="Arial" w:cs="Arial"/>
          <w:sz w:val="28"/>
          <w:szCs w:val="28"/>
          <w:lang w:eastAsia="it-IT"/>
        </w:rPr>
        <w:br/>
      </w: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Completerà il profilo la motivazione, il problem solving e pregressa esperienza nel campo della vendita, nello specifico inerente ai prodotti telefonici. </w:t>
      </w:r>
      <w:r w:rsidRPr="005E57B2">
        <w:rPr>
          <w:rFonts w:ascii="Arial" w:hAnsi="Arial" w:cs="Arial"/>
          <w:sz w:val="28"/>
          <w:szCs w:val="28"/>
          <w:lang w:eastAsia="it-IT"/>
        </w:rPr>
        <w:br/>
      </w: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Candidarsi solo se realmente interessati a : </w:t>
      </w:r>
      <w:r w:rsidRPr="005E57B2">
        <w:rPr>
          <w:rFonts w:ascii="Arial" w:hAnsi="Arial" w:cs="Arial"/>
          <w:sz w:val="28"/>
          <w:szCs w:val="28"/>
          <w:lang w:eastAsia="it-IT"/>
        </w:rPr>
        <w:br/>
      </w: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recruiting.premium@gmail.com specificando il punto vendita per il quale si inoltra la propria candidatura.</w:t>
      </w:r>
    </w:p>
    <w:p w:rsidR="00F00C3A" w:rsidRPr="005E57B2" w:rsidRDefault="00F00C3A" w:rsidP="0010496F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F00C3A" w:rsidRPr="005E57B2" w:rsidRDefault="00F00C3A" w:rsidP="0010496F">
      <w:pPr>
        <w:pStyle w:val="Heading1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F00C3A" w:rsidRDefault="00F00C3A" w:rsidP="005E57B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F00C3A" w:rsidRPr="00E33129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  <w:r w:rsidRPr="00E33129">
        <w:rPr>
          <w:rFonts w:ascii="Arial" w:hAnsi="Arial" w:cs="Arial"/>
          <w:sz w:val="36"/>
          <w:szCs w:val="36"/>
        </w:rPr>
        <w:t>SECONDO DI CUCINA</w:t>
      </w:r>
    </w:p>
    <w:p w:rsidR="00F00C3A" w:rsidRPr="00E33129" w:rsidRDefault="00F00C3A" w:rsidP="0010496F">
      <w:pPr>
        <w:spacing w:after="0" w:line="240" w:lineRule="auto"/>
        <w:rPr>
          <w:rFonts w:ascii="Helvetica" w:hAnsi="Helvetica"/>
          <w:sz w:val="20"/>
          <w:szCs w:val="20"/>
          <w:shd w:val="clear" w:color="auto" w:fill="FFFFFF"/>
          <w:lang w:eastAsia="it-IT"/>
        </w:rPr>
      </w:pP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 xml:space="preserve">Siamo un piccolo bistrot di 22 coperti situato in zona San Salvario e cerchiamo un aiuto cuoco dal martedì al sabato per il servizio serale. </w:t>
      </w: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Si richiede esperienza , puntualità, serietà e autonimia nel lavoro assegnato periodicamente.</w:t>
      </w: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 xml:space="preserve">Se interessati, contattateci inviando il vostro CV al link: </w:t>
      </w:r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  <w:hyperlink r:id="rId7" w:history="1">
        <w:r w:rsidRPr="005E57B2">
          <w:rPr>
            <w:rStyle w:val="Hyperlink"/>
            <w:rFonts w:ascii="Arial" w:hAnsi="Arial" w:cs="Arial"/>
            <w:color w:val="auto"/>
            <w:sz w:val="28"/>
            <w:szCs w:val="28"/>
            <w:lang w:eastAsia="it-IT"/>
          </w:rPr>
          <w:t>https://www.subito.it/offerte-lavoro/secondo-di-cucina-torino-284976917.htm</w:t>
        </w:r>
      </w:hyperlink>
    </w:p>
    <w:p w:rsidR="00F00C3A" w:rsidRPr="005E57B2" w:rsidRDefault="00F00C3A" w:rsidP="0010496F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</w:p>
    <w:p w:rsidR="00F00C3A" w:rsidRPr="005E57B2" w:rsidRDefault="00F00C3A" w:rsidP="0010496F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F00C3A" w:rsidRPr="005E57B2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F00C3A" w:rsidRPr="005E57B2" w:rsidRDefault="00F00C3A">
      <w:pPr>
        <w:rPr>
          <w:rFonts w:ascii="Arial" w:hAnsi="Arial" w:cs="Arial"/>
          <w:sz w:val="28"/>
          <w:szCs w:val="28"/>
        </w:rPr>
      </w:pPr>
    </w:p>
    <w:p w:rsidR="00F00C3A" w:rsidRDefault="00F00C3A">
      <w:pPr>
        <w:rPr>
          <w:rFonts w:ascii="Arial" w:hAnsi="Arial" w:cs="Arial"/>
          <w:sz w:val="32"/>
          <w:szCs w:val="32"/>
        </w:rPr>
      </w:pPr>
    </w:p>
    <w:p w:rsidR="00F00C3A" w:rsidRDefault="00F00C3A">
      <w:pPr>
        <w:rPr>
          <w:rFonts w:ascii="Arial" w:hAnsi="Arial" w:cs="Arial"/>
          <w:sz w:val="32"/>
          <w:szCs w:val="32"/>
        </w:rPr>
      </w:pPr>
    </w:p>
    <w:p w:rsidR="00F00C3A" w:rsidRDefault="00F00C3A">
      <w:pPr>
        <w:rPr>
          <w:rFonts w:ascii="Arial" w:hAnsi="Arial" w:cs="Arial"/>
          <w:sz w:val="32"/>
          <w:szCs w:val="32"/>
        </w:rPr>
      </w:pPr>
    </w:p>
    <w:p w:rsidR="00F00C3A" w:rsidRDefault="00F00C3A">
      <w:pPr>
        <w:rPr>
          <w:rFonts w:ascii="Arial" w:hAnsi="Arial" w:cs="Arial"/>
          <w:sz w:val="32"/>
          <w:szCs w:val="32"/>
        </w:rPr>
      </w:pPr>
    </w:p>
    <w:p w:rsidR="00F00C3A" w:rsidRDefault="00F00C3A">
      <w:pPr>
        <w:rPr>
          <w:rFonts w:ascii="Arial" w:hAnsi="Arial" w:cs="Arial"/>
          <w:sz w:val="32"/>
          <w:szCs w:val="32"/>
        </w:rPr>
      </w:pPr>
    </w:p>
    <w:p w:rsidR="00F00C3A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  <w:r w:rsidRPr="0010496F">
        <w:rPr>
          <w:rFonts w:ascii="Arial" w:hAnsi="Arial" w:cs="Arial"/>
          <w:sz w:val="36"/>
          <w:szCs w:val="36"/>
        </w:rPr>
        <w:t>AUTISTA BILICO E AUTOTRENO</w:t>
      </w:r>
    </w:p>
    <w:p w:rsidR="00F00C3A" w:rsidRPr="005E57B2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8"/>
          <w:szCs w:val="28"/>
          <w:shd w:val="clear" w:color="auto" w:fill="FFFFFF"/>
        </w:rPr>
      </w:pPr>
      <w:r>
        <w:br/>
      </w:r>
      <w:r w:rsidRPr="005E57B2">
        <w:rPr>
          <w:rFonts w:ascii="Arial" w:hAnsi="Arial" w:cs="Arial"/>
          <w:b w:val="0"/>
          <w:sz w:val="28"/>
          <w:szCs w:val="28"/>
          <w:shd w:val="clear" w:color="auto" w:fill="FFFFFF"/>
        </w:rPr>
        <w:t>AZIENDA DI TRASPORTI A NICHELINO (TO)ASSUME AUTISTI SIA PER IL BILICO CHE PER L'AUTOTRENO SCARRABILE - CON IL PATENTINO ADR ED ESPERIENZA. </w:t>
      </w:r>
      <w:r w:rsidRPr="005E57B2">
        <w:rPr>
          <w:rFonts w:ascii="Arial" w:hAnsi="Arial" w:cs="Arial"/>
          <w:b w:val="0"/>
          <w:sz w:val="28"/>
          <w:szCs w:val="28"/>
        </w:rPr>
        <w:br/>
      </w:r>
    </w:p>
    <w:p w:rsidR="00F00C3A" w:rsidRPr="005E57B2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8"/>
          <w:szCs w:val="28"/>
          <w:shd w:val="clear" w:color="auto" w:fill="FFFFFF"/>
        </w:rPr>
      </w:pPr>
      <w:r w:rsidRPr="005E57B2">
        <w:rPr>
          <w:rFonts w:ascii="Arial" w:hAnsi="Arial" w:cs="Arial"/>
          <w:b w:val="0"/>
          <w:sz w:val="28"/>
          <w:szCs w:val="28"/>
          <w:shd w:val="clear" w:color="auto" w:fill="FFFFFF"/>
        </w:rPr>
        <w:t>INVIARE CURRICULUM VIA MAIL:</w:t>
      </w:r>
    </w:p>
    <w:p w:rsidR="00F00C3A" w:rsidRPr="005E57B2" w:rsidRDefault="00F00C3A" w:rsidP="0010496F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8"/>
          <w:szCs w:val="28"/>
        </w:rPr>
      </w:pPr>
      <w:r w:rsidRPr="005E57B2">
        <w:rPr>
          <w:rFonts w:ascii="Arial" w:hAnsi="Arial" w:cs="Arial"/>
          <w:b w:val="0"/>
          <w:sz w:val="28"/>
          <w:szCs w:val="28"/>
          <w:shd w:val="clear" w:color="auto" w:fill="FFFFFF"/>
        </w:rPr>
        <w:t> </w:t>
      </w:r>
      <w:r w:rsidRPr="005E57B2">
        <w:rPr>
          <w:rFonts w:ascii="Arial" w:hAnsi="Arial" w:cs="Arial"/>
          <w:b w:val="0"/>
          <w:sz w:val="28"/>
          <w:szCs w:val="28"/>
        </w:rPr>
        <w:br/>
      </w:r>
      <w:r w:rsidRPr="005E57B2">
        <w:rPr>
          <w:rFonts w:ascii="Arial" w:hAnsi="Arial" w:cs="Arial"/>
          <w:b w:val="0"/>
          <w:sz w:val="28"/>
          <w:szCs w:val="28"/>
          <w:shd w:val="clear" w:color="auto" w:fill="FFFFFF"/>
        </w:rPr>
        <w:t>trasporto.tutto@yahoo.com</w:t>
      </w:r>
    </w:p>
    <w:p w:rsidR="00F00C3A" w:rsidRDefault="00F00C3A">
      <w:pPr>
        <w:pBdr>
          <w:bottom w:val="single" w:sz="12" w:space="1" w:color="auto"/>
        </w:pBdr>
        <w:rPr>
          <w:rFonts w:ascii="Arial" w:hAnsi="Arial" w:cs="Arial"/>
          <w:sz w:val="36"/>
          <w:szCs w:val="36"/>
        </w:rPr>
      </w:pPr>
    </w:p>
    <w:p w:rsidR="00F00C3A" w:rsidRDefault="00F00C3A">
      <w:pPr>
        <w:rPr>
          <w:rFonts w:ascii="Arial" w:hAnsi="Arial" w:cs="Arial"/>
          <w:sz w:val="36"/>
          <w:szCs w:val="36"/>
        </w:rPr>
      </w:pP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  <w:r w:rsidRPr="00E33129">
        <w:rPr>
          <w:rFonts w:ascii="Arial" w:hAnsi="Arial" w:cs="Arial"/>
          <w:sz w:val="36"/>
          <w:szCs w:val="36"/>
        </w:rPr>
        <w:t>CAMERIERE/A</w:t>
      </w:r>
    </w:p>
    <w:p w:rsidR="00F00C3A" w:rsidRPr="00E33129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Per caffetteria in Centro (zona Piazza Vittorio), cerchiamo cameriere/a che sappia lavorare in team con la massima disponibilità e serietà, da inserire nel nostro staff. Proponiamo contratto di tirocinio e massima serietà.</w:t>
      </w: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</w:pP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color w:val="5A5A5A"/>
          <w:sz w:val="28"/>
          <w:szCs w:val="28"/>
          <w:shd w:val="clear" w:color="auto" w:fill="FFFFFF"/>
          <w:lang w:eastAsia="it-IT"/>
        </w:rPr>
        <w:t>Per candidature far riferimento al link:</w:t>
      </w: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sz w:val="28"/>
          <w:szCs w:val="28"/>
          <w:lang w:eastAsia="it-IT"/>
        </w:rPr>
        <w:t>https://www.subito.it/offerte-lavoro/cameriere-a-torino-284592537.htm</w:t>
      </w:r>
    </w:p>
    <w:p w:rsidR="00F00C3A" w:rsidRPr="005E57B2" w:rsidRDefault="00F00C3A" w:rsidP="00E33129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color w:val="969696"/>
          <w:sz w:val="28"/>
          <w:szCs w:val="28"/>
          <w:lang w:eastAsia="it-IT"/>
        </w:rPr>
      </w:pPr>
      <w:r w:rsidRPr="005E57B2">
        <w:rPr>
          <w:rFonts w:ascii="Arial" w:hAnsi="Arial" w:cs="Arial"/>
          <w:color w:val="969696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F00C3A" w:rsidRPr="005E57B2" w:rsidRDefault="00F00C3A">
      <w:pPr>
        <w:rPr>
          <w:rFonts w:ascii="Arial" w:hAnsi="Arial" w:cs="Arial"/>
          <w:sz w:val="28"/>
          <w:szCs w:val="28"/>
        </w:rPr>
      </w:pPr>
    </w:p>
    <w:p w:rsidR="00F00C3A" w:rsidRDefault="00F00C3A">
      <w:pPr>
        <w:pBdr>
          <w:bottom w:val="single" w:sz="12" w:space="1" w:color="auto"/>
        </w:pBdr>
        <w:rPr>
          <w:rFonts w:ascii="Arial" w:hAnsi="Arial" w:cs="Arial"/>
          <w:sz w:val="32"/>
          <w:szCs w:val="32"/>
        </w:rPr>
      </w:pP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A5A5A"/>
          <w:sz w:val="36"/>
          <w:szCs w:val="36"/>
        </w:rPr>
      </w:pPr>
      <w:r w:rsidRPr="00E33129">
        <w:rPr>
          <w:rFonts w:ascii="Arial" w:hAnsi="Arial" w:cs="Arial"/>
          <w:color w:val="5A5A5A"/>
          <w:sz w:val="36"/>
          <w:szCs w:val="36"/>
        </w:rPr>
        <w:t>CARRELLISTA</w:t>
      </w: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5A5A5A"/>
          <w:sz w:val="36"/>
          <w:szCs w:val="36"/>
        </w:rPr>
      </w:pPr>
    </w:p>
    <w:p w:rsidR="00F00C3A" w:rsidRDefault="00F00C3A" w:rsidP="00E33129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 w:rsidRPr="00E33129">
        <w:rPr>
          <w:rFonts w:ascii="Arial" w:hAnsi="Arial" w:cs="Arial"/>
          <w:sz w:val="32"/>
          <w:szCs w:val="32"/>
          <w:shd w:val="clear" w:color="auto" w:fill="FFFFFF"/>
          <w:lang w:eastAsia="it-IT"/>
        </w:rPr>
        <w:t xml:space="preserve">Rol Logistics cerca carrellisti (con attestato) da inserire in magazzino zona Moncalieri con conoscenza terminale radiofrequenza. </w:t>
      </w:r>
    </w:p>
    <w:p w:rsidR="00F00C3A" w:rsidRDefault="00F00C3A" w:rsidP="00E33129">
      <w:pPr>
        <w:spacing w:after="0" w:line="240" w:lineRule="auto"/>
        <w:rPr>
          <w:rFonts w:ascii="Arial" w:hAnsi="Arial" w:cs="Arial"/>
          <w:sz w:val="32"/>
          <w:szCs w:val="32"/>
          <w:shd w:val="clear" w:color="auto" w:fill="FFFFFF"/>
          <w:lang w:eastAsia="it-IT"/>
        </w:rPr>
      </w:pPr>
      <w:r>
        <w:rPr>
          <w:rFonts w:ascii="Arial" w:hAnsi="Arial" w:cs="Arial"/>
          <w:sz w:val="32"/>
          <w:szCs w:val="32"/>
          <w:shd w:val="clear" w:color="auto" w:fill="FFFFFF"/>
          <w:lang w:eastAsia="it-IT"/>
        </w:rPr>
        <w:t xml:space="preserve">Inviare CV al seguente link: </w:t>
      </w:r>
      <w:r w:rsidRPr="00E33129">
        <w:rPr>
          <w:rFonts w:ascii="Arial" w:hAnsi="Arial" w:cs="Arial"/>
          <w:sz w:val="32"/>
          <w:szCs w:val="32"/>
          <w:shd w:val="clear" w:color="auto" w:fill="FFFFFF"/>
          <w:lang w:eastAsia="it-IT"/>
        </w:rPr>
        <w:t>https://www.subito.it/offerte-lavoro/carrellista-torino-284373458.htm</w:t>
      </w:r>
    </w:p>
    <w:p w:rsidR="00F00C3A" w:rsidRPr="00E33129" w:rsidRDefault="00F00C3A" w:rsidP="00E33129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32"/>
          <w:szCs w:val="32"/>
          <w:lang w:eastAsia="it-IT"/>
        </w:rPr>
      </w:pPr>
      <w:r w:rsidRPr="00E33129">
        <w:rPr>
          <w:rFonts w:ascii="Arial" w:hAnsi="Arial" w:cs="Arial"/>
          <w:sz w:val="32"/>
          <w:szCs w:val="32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F00C3A" w:rsidRPr="00E33129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2"/>
          <w:szCs w:val="32"/>
        </w:rPr>
      </w:pPr>
    </w:p>
    <w:p w:rsidR="00F00C3A" w:rsidRPr="00E33129" w:rsidRDefault="00F00C3A">
      <w:pPr>
        <w:rPr>
          <w:rFonts w:ascii="Arial" w:hAnsi="Arial" w:cs="Arial"/>
          <w:sz w:val="32"/>
          <w:szCs w:val="32"/>
        </w:rPr>
      </w:pP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  <w:r w:rsidRPr="00E33129">
        <w:rPr>
          <w:rFonts w:ascii="Arial" w:hAnsi="Arial" w:cs="Arial"/>
          <w:sz w:val="36"/>
          <w:szCs w:val="36"/>
        </w:rPr>
        <w:t>GELATERIA ARTIGIANALE</w:t>
      </w: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Gelateria Artigianale cerca banconista per sede a Susa e nuova apertura a Briançon , si richiede pregressa esperienza nel settore e nella preparazione di coni,coppette,vaschette .Buona conoscenza delle lingue straniere, automuniti, di bella presenza,solare età max 35 anni annuncio rivolto ad entrambi i sessi.</w:t>
      </w: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 xml:space="preserve">Per candidature far riferimento al link: </w:t>
      </w: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sz w:val="28"/>
          <w:szCs w:val="28"/>
          <w:lang w:eastAsia="it-IT"/>
        </w:rPr>
        <w:t>https://www.subito.it/offerte-lavoro/gelateria-artigianale-torino-284912261.htm</w:t>
      </w:r>
    </w:p>
    <w:p w:rsidR="00F00C3A" w:rsidRPr="005E57B2" w:rsidRDefault="00F00C3A" w:rsidP="00E33129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8"/>
          <w:szCs w:val="28"/>
          <w:lang w:eastAsia="it-IT"/>
        </w:rPr>
      </w:pPr>
    </w:p>
    <w:p w:rsidR="00F00C3A" w:rsidRPr="005E57B2" w:rsidRDefault="00F00C3A" w:rsidP="00E33129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216/03.</w:t>
      </w:r>
    </w:p>
    <w:p w:rsidR="00F00C3A" w:rsidRPr="005E57B2" w:rsidRDefault="00F00C3A" w:rsidP="00E33129">
      <w:pPr>
        <w:pStyle w:val="Heading1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2"/>
          <w:szCs w:val="32"/>
        </w:rPr>
      </w:pP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  <w:r w:rsidRPr="00E33129">
        <w:rPr>
          <w:rFonts w:ascii="Arial" w:hAnsi="Arial" w:cs="Arial"/>
          <w:sz w:val="36"/>
          <w:szCs w:val="36"/>
        </w:rPr>
        <w:t>FATTORINO PORTA PIZZA</w:t>
      </w:r>
    </w:p>
    <w:p w:rsidR="00F00C3A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36"/>
          <w:szCs w:val="36"/>
        </w:rPr>
      </w:pP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shd w:val="clear" w:color="auto" w:fill="FFFFFF"/>
          <w:lang w:eastAsia="it-IT"/>
        </w:rPr>
      </w:pPr>
      <w:r w:rsidRPr="005E57B2">
        <w:rPr>
          <w:rFonts w:ascii="Arial" w:hAnsi="Arial" w:cs="Arial"/>
          <w:sz w:val="28"/>
          <w:szCs w:val="28"/>
          <w:shd w:val="clear" w:color="auto" w:fill="FFFFFF"/>
          <w:lang w:eastAsia="it-IT"/>
        </w:rPr>
        <w:t>Cerchiamo urgentemente fattorino porta pizza dalle 18:30 alle 22:00 dal venerdi al martedi si richiede automunito e conoscenza vie di Torino nord per colloquio inviare curriculum a a.cocco@live.it e sarete richiamati.</w:t>
      </w:r>
    </w:p>
    <w:p w:rsidR="00F00C3A" w:rsidRPr="005E57B2" w:rsidRDefault="00F00C3A" w:rsidP="00E33129">
      <w:pPr>
        <w:spacing w:after="0" w:line="240" w:lineRule="auto"/>
        <w:rPr>
          <w:rFonts w:ascii="Arial" w:hAnsi="Arial" w:cs="Arial"/>
          <w:sz w:val="28"/>
          <w:szCs w:val="28"/>
          <w:lang w:eastAsia="it-IT"/>
        </w:rPr>
      </w:pPr>
    </w:p>
    <w:p w:rsidR="00F00C3A" w:rsidRPr="005E57B2" w:rsidRDefault="00F00C3A" w:rsidP="00E33129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sz w:val="28"/>
          <w:szCs w:val="28"/>
          <w:lang w:eastAsia="it-IT"/>
        </w:rPr>
      </w:pPr>
      <w:r w:rsidRPr="005E57B2">
        <w:rPr>
          <w:rFonts w:ascii="Arial" w:hAnsi="Arial" w:cs="Arial"/>
          <w:sz w:val="28"/>
          <w:szCs w:val="28"/>
          <w:lang w:eastAsia="it-IT"/>
        </w:rPr>
        <w:t>Il presente annuncio è rivolto ad entrambi i sessi, ai sensi delle leggi 903/77 e 125/91, e a persone di tutte le età e tutte le nazionalità, ai sensi dei decreti legislativi 215/03 e 216/03</w:t>
      </w:r>
    </w:p>
    <w:p w:rsidR="00F00C3A" w:rsidRPr="005E57B2" w:rsidRDefault="00F00C3A" w:rsidP="00E33129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F00C3A" w:rsidRDefault="00F00C3A" w:rsidP="00E33129">
      <w:pPr>
        <w:pStyle w:val="Heading1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F00C3A" w:rsidRDefault="00F00C3A" w:rsidP="00E33129">
      <w:pPr>
        <w:pStyle w:val="Heading1"/>
        <w:pBdr>
          <w:bottom w:val="single" w:sz="12" w:space="1" w:color="auto"/>
        </w:pBd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</w:p>
    <w:p w:rsidR="00F00C3A" w:rsidRDefault="00F00C3A" w:rsidP="005E57B2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</w:p>
    <w:sectPr w:rsidR="00F00C3A" w:rsidSect="006431A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C3A" w:rsidRDefault="00F00C3A" w:rsidP="0010496F">
      <w:pPr>
        <w:spacing w:after="0" w:line="240" w:lineRule="auto"/>
      </w:pPr>
      <w:r>
        <w:separator/>
      </w:r>
    </w:p>
  </w:endnote>
  <w:endnote w:type="continuationSeparator" w:id="0">
    <w:p w:rsidR="00F00C3A" w:rsidRDefault="00F00C3A" w:rsidP="0010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C3A" w:rsidRDefault="00F00C3A" w:rsidP="0010496F">
      <w:pPr>
        <w:spacing w:after="0" w:line="240" w:lineRule="auto"/>
      </w:pPr>
      <w:r>
        <w:separator/>
      </w:r>
    </w:p>
  </w:footnote>
  <w:footnote w:type="continuationSeparator" w:id="0">
    <w:p w:rsidR="00F00C3A" w:rsidRDefault="00F00C3A" w:rsidP="00104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C3A" w:rsidRPr="0010496F" w:rsidRDefault="00F00C3A">
    <w:pPr>
      <w:pStyle w:val="Header"/>
      <w:rPr>
        <w:rFonts w:ascii="Arial" w:hAnsi="Arial" w:cs="Arial"/>
        <w:b/>
        <w:sz w:val="32"/>
        <w:szCs w:val="32"/>
      </w:rPr>
    </w:pPr>
    <w:r w:rsidRPr="0010496F">
      <w:rPr>
        <w:rFonts w:ascii="Arial" w:hAnsi="Arial" w:cs="Arial"/>
        <w:b/>
        <w:sz w:val="32"/>
        <w:szCs w:val="32"/>
      </w:rPr>
      <w:t>Offerte Subito.it  18-02-2019 Torino</w:t>
    </w:r>
  </w:p>
  <w:p w:rsidR="00F00C3A" w:rsidRDefault="00F00C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A64"/>
    <w:rsid w:val="000C279A"/>
    <w:rsid w:val="0010496F"/>
    <w:rsid w:val="002B5701"/>
    <w:rsid w:val="002E0225"/>
    <w:rsid w:val="005E3A64"/>
    <w:rsid w:val="005E57B2"/>
    <w:rsid w:val="006431A5"/>
    <w:rsid w:val="00865C8C"/>
    <w:rsid w:val="008C04EC"/>
    <w:rsid w:val="00BC767D"/>
    <w:rsid w:val="00C557E7"/>
    <w:rsid w:val="00CB5933"/>
    <w:rsid w:val="00E07CED"/>
    <w:rsid w:val="00E33129"/>
    <w:rsid w:val="00F00C3A"/>
    <w:rsid w:val="00F139F9"/>
    <w:rsid w:val="00F90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A5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1049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0496F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paragraph" w:styleId="Header">
    <w:name w:val="header"/>
    <w:basedOn w:val="Normal"/>
    <w:link w:val="HeaderChar"/>
    <w:uiPriority w:val="99"/>
    <w:rsid w:val="0010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9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0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96F"/>
    <w:rPr>
      <w:rFonts w:cs="Times New Roman"/>
    </w:rPr>
  </w:style>
  <w:style w:type="character" w:styleId="Hyperlink">
    <w:name w:val="Hyperlink"/>
    <w:basedOn w:val="DefaultParagraphFont"/>
    <w:uiPriority w:val="99"/>
    <w:rsid w:val="0010496F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66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6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ubito.it/offerte-lavoro/secondo-di-cucina-torino-284976917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ubito.it/offerte-lavoro/personal-trainer-torino-284997461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4</Pages>
  <Words>854</Words>
  <Characters>4872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trainer</dc:title>
  <dc:subject/>
  <dc:creator>Fiori Maya</dc:creator>
  <cp:keywords/>
  <dc:description/>
  <cp:lastModifiedBy>equal</cp:lastModifiedBy>
  <cp:revision>3</cp:revision>
  <dcterms:created xsi:type="dcterms:W3CDTF">2019-02-20T08:23:00Z</dcterms:created>
  <dcterms:modified xsi:type="dcterms:W3CDTF">2019-02-20T10:15:00Z</dcterms:modified>
</cp:coreProperties>
</file>